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12FDF" w14:textId="77777777" w:rsidR="00664759"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Pr>
          <w:rFonts w:ascii="Arial" w:hAnsi="Arial" w:cs="Arial"/>
          <w:b/>
          <w:caps/>
          <w:sz w:val="22"/>
          <w:szCs w:val="22"/>
        </w:rPr>
        <w:t>déclaration de non-ingérence</w:t>
      </w:r>
    </w:p>
    <w:p w14:paraId="0C3672D4" w14:textId="77777777" w:rsidR="00664759" w:rsidRDefault="00664759">
      <w:pPr>
        <w:rPr>
          <w:rFonts w:ascii="Arial" w:hAnsi="Arial" w:cs="Arial"/>
          <w:sz w:val="22"/>
          <w:szCs w:val="22"/>
        </w:rPr>
      </w:pPr>
    </w:p>
    <w:p w14:paraId="6C0661AD" w14:textId="45E9C9BB" w:rsidR="00807870" w:rsidRDefault="00807870">
      <w:pPr>
        <w:rPr>
          <w:rFonts w:ascii="Arial" w:hAnsi="Arial" w:cs="Arial"/>
          <w:sz w:val="22"/>
          <w:szCs w:val="22"/>
        </w:rPr>
      </w:pPr>
    </w:p>
    <w:p w14:paraId="34ECE6B9" w14:textId="77777777" w:rsidR="0004751A" w:rsidRDefault="0004751A">
      <w:pPr>
        <w:rPr>
          <w:rFonts w:ascii="Arial" w:hAnsi="Arial" w:cs="Arial"/>
          <w:sz w:val="22"/>
          <w:szCs w:val="22"/>
        </w:rPr>
      </w:pPr>
    </w:p>
    <w:p w14:paraId="092A352B" w14:textId="77777777" w:rsidR="00B46EF8" w:rsidRDefault="00B46EF8">
      <w:pPr>
        <w:rPr>
          <w:rFonts w:ascii="Arial" w:hAnsi="Arial" w:cs="Arial"/>
          <w:sz w:val="22"/>
          <w:szCs w:val="22"/>
        </w:rPr>
      </w:pPr>
    </w:p>
    <w:p w14:paraId="4BDE0BDA" w14:textId="77777777" w:rsidR="00094A31" w:rsidRDefault="00094A31">
      <w:pPr>
        <w:rPr>
          <w:rFonts w:ascii="Arial" w:hAnsi="Arial" w:cs="Arial"/>
          <w:sz w:val="22"/>
          <w:szCs w:val="22"/>
        </w:rPr>
      </w:pPr>
    </w:p>
    <w:p w14:paraId="6DA32814" w14:textId="24011377" w:rsidR="00CA349E" w:rsidRPr="006868C3" w:rsidRDefault="00664759" w:rsidP="006868C3">
      <w:pPr>
        <w:keepNext/>
        <w:ind w:right="-1"/>
        <w:jc w:val="both"/>
        <w:outlineLvl w:val="6"/>
        <w:rPr>
          <w:rFonts w:ascii="Arial" w:eastAsia="Arial" w:hAnsi="Arial" w:cs="Arial"/>
          <w:b/>
          <w:color w:val="0000FF"/>
          <w:sz w:val="22"/>
          <w:szCs w:val="22"/>
        </w:rPr>
      </w:pPr>
      <w:r w:rsidRPr="00760EB8">
        <w:rPr>
          <w:rFonts w:ascii="Arial" w:hAnsi="Arial" w:cs="Arial"/>
          <w:b/>
          <w:sz w:val="22"/>
          <w:szCs w:val="22"/>
          <w:u w:val="single"/>
        </w:rPr>
        <w:t xml:space="preserve">Objet </w:t>
      </w:r>
      <w:r w:rsidR="00E719E2">
        <w:rPr>
          <w:rFonts w:ascii="Arial" w:hAnsi="Arial" w:cs="Arial"/>
          <w:b/>
          <w:sz w:val="22"/>
          <w:szCs w:val="22"/>
          <w:u w:val="single"/>
        </w:rPr>
        <w:t>de la consultation</w:t>
      </w:r>
      <w:r w:rsidR="00633493">
        <w:rPr>
          <w:rFonts w:ascii="Arial" w:hAnsi="Arial" w:cs="Arial"/>
          <w:b/>
          <w:sz w:val="22"/>
          <w:szCs w:val="22"/>
          <w:u w:val="single"/>
        </w:rPr>
        <w:t> </w:t>
      </w:r>
      <w:r w:rsidRPr="00760EB8">
        <w:rPr>
          <w:rFonts w:ascii="Arial" w:hAnsi="Arial" w:cs="Arial"/>
          <w:b/>
          <w:sz w:val="22"/>
          <w:szCs w:val="22"/>
        </w:rPr>
        <w:t xml:space="preserve">: </w:t>
      </w:r>
      <w:r w:rsidR="00CA349E" w:rsidRPr="006868C3">
        <w:rPr>
          <w:rFonts w:ascii="Arial" w:eastAsia="Arial" w:hAnsi="Arial" w:cs="Arial"/>
          <w:b/>
          <w:color w:val="0000FF"/>
          <w:sz w:val="22"/>
          <w:szCs w:val="22"/>
        </w:rPr>
        <w:t>Création de contenus et administration éditoriale du site Internet et</w:t>
      </w:r>
      <w:r w:rsidR="006868C3">
        <w:rPr>
          <w:rFonts w:ascii="Arial" w:eastAsia="Arial" w:hAnsi="Arial" w:cs="Arial"/>
          <w:b/>
          <w:color w:val="0000FF"/>
          <w:sz w:val="22"/>
          <w:szCs w:val="22"/>
        </w:rPr>
        <w:t> </w:t>
      </w:r>
      <w:r w:rsidR="00CA349E" w:rsidRPr="006868C3">
        <w:rPr>
          <w:rFonts w:ascii="Arial" w:eastAsia="Arial" w:hAnsi="Arial" w:cs="Arial"/>
          <w:b/>
          <w:color w:val="0000FF"/>
          <w:sz w:val="22"/>
          <w:szCs w:val="22"/>
        </w:rPr>
        <w:t>des réseaux sociaux, réalisation d’un plan média et achats d’espaces,</w:t>
      </w:r>
      <w:r w:rsidR="006868C3">
        <w:rPr>
          <w:rFonts w:ascii="Arial" w:eastAsia="Arial" w:hAnsi="Arial" w:cs="Arial"/>
          <w:b/>
          <w:color w:val="0000FF"/>
          <w:sz w:val="22"/>
          <w:szCs w:val="22"/>
        </w:rPr>
        <w:t> </w:t>
      </w:r>
      <w:r w:rsidR="00F21C6A">
        <w:rPr>
          <w:rFonts w:ascii="Arial" w:eastAsia="Arial" w:hAnsi="Arial" w:cs="Arial"/>
          <w:b/>
          <w:color w:val="0000FF"/>
          <w:sz w:val="22"/>
          <w:szCs w:val="22"/>
        </w:rPr>
        <w:t>conception/</w:t>
      </w:r>
      <w:r w:rsidR="00CA349E" w:rsidRPr="006868C3">
        <w:rPr>
          <w:rFonts w:ascii="Arial" w:eastAsia="Arial" w:hAnsi="Arial" w:cs="Arial"/>
          <w:b/>
          <w:color w:val="0000FF"/>
          <w:sz w:val="22"/>
          <w:szCs w:val="22"/>
        </w:rPr>
        <w:t>impression de supports de communication et signalétique pour le « Pacte Transmission-Reprise</w:t>
      </w:r>
      <w:r w:rsidR="00DB1CAB">
        <w:rPr>
          <w:rFonts w:ascii="Arial" w:eastAsia="Arial" w:hAnsi="Arial" w:cs="Arial"/>
          <w:b/>
          <w:color w:val="0000FF"/>
          <w:sz w:val="22"/>
          <w:szCs w:val="22"/>
        </w:rPr>
        <w:t xml:space="preserve"> 2026/2028</w:t>
      </w:r>
      <w:r w:rsidR="00CA349E" w:rsidRPr="006868C3">
        <w:rPr>
          <w:rFonts w:ascii="Arial" w:eastAsia="Arial" w:hAnsi="Arial" w:cs="Arial"/>
          <w:b/>
          <w:color w:val="0000FF"/>
          <w:sz w:val="22"/>
          <w:szCs w:val="22"/>
        </w:rPr>
        <w:t> »</w:t>
      </w:r>
    </w:p>
    <w:p w14:paraId="29C7FBB1" w14:textId="7141CB12" w:rsidR="00094A31" w:rsidRPr="00D31B24" w:rsidRDefault="0013240F" w:rsidP="00235CAB">
      <w:pPr>
        <w:rPr>
          <w:rFonts w:ascii="Arial" w:hAnsi="Arial" w:cs="Arial"/>
          <w:b/>
          <w:sz w:val="20"/>
          <w:szCs w:val="20"/>
        </w:rPr>
      </w:pPr>
      <w:r w:rsidRPr="00D31B24">
        <w:rPr>
          <w:rFonts w:ascii="Arial" w:hAnsi="Arial" w:cs="Arial"/>
          <w:b/>
          <w:color w:val="000000"/>
          <w:sz w:val="20"/>
          <w:szCs w:val="20"/>
        </w:rPr>
        <w:t>Consultation n°</w:t>
      </w:r>
      <w:r w:rsidR="00483EF6" w:rsidRPr="00D31B24">
        <w:rPr>
          <w:rFonts w:ascii="Arial" w:hAnsi="Arial" w:cs="Arial"/>
          <w:b/>
          <w:bCs/>
          <w:sz w:val="20"/>
          <w:szCs w:val="20"/>
        </w:rPr>
        <w:t>202</w:t>
      </w:r>
      <w:r w:rsidR="007E1EE4" w:rsidRPr="00D31B24">
        <w:rPr>
          <w:rFonts w:ascii="Arial" w:hAnsi="Arial" w:cs="Arial"/>
          <w:b/>
          <w:bCs/>
          <w:sz w:val="20"/>
          <w:szCs w:val="20"/>
        </w:rPr>
        <w:t>6</w:t>
      </w:r>
      <w:r w:rsidR="00483EF6" w:rsidRPr="00D31B24">
        <w:rPr>
          <w:rFonts w:ascii="Arial" w:hAnsi="Arial" w:cs="Arial"/>
          <w:b/>
          <w:bCs/>
          <w:sz w:val="20"/>
          <w:szCs w:val="20"/>
        </w:rPr>
        <w:t>/CONSU/</w:t>
      </w:r>
      <w:r w:rsidR="007E1EE4" w:rsidRPr="00D31B24">
        <w:rPr>
          <w:rFonts w:ascii="Arial" w:hAnsi="Arial" w:cs="Arial"/>
          <w:b/>
          <w:bCs/>
          <w:sz w:val="20"/>
          <w:szCs w:val="20"/>
        </w:rPr>
        <w:t>0</w:t>
      </w:r>
      <w:r w:rsidR="0046407C">
        <w:rPr>
          <w:rFonts w:ascii="Arial" w:hAnsi="Arial" w:cs="Arial"/>
          <w:b/>
          <w:bCs/>
          <w:sz w:val="20"/>
          <w:szCs w:val="20"/>
        </w:rPr>
        <w:t>4</w:t>
      </w:r>
      <w:r w:rsidR="007E1EE4" w:rsidRPr="00D31B24">
        <w:rPr>
          <w:rFonts w:ascii="Arial" w:hAnsi="Arial" w:cs="Arial"/>
          <w:b/>
          <w:bCs/>
          <w:sz w:val="20"/>
          <w:szCs w:val="20"/>
        </w:rPr>
        <w:t xml:space="preserve"> du </w:t>
      </w:r>
      <w:r w:rsidR="0046407C">
        <w:rPr>
          <w:rFonts w:ascii="Arial" w:hAnsi="Arial" w:cs="Arial"/>
          <w:b/>
          <w:bCs/>
          <w:sz w:val="20"/>
          <w:szCs w:val="20"/>
        </w:rPr>
        <w:t>22</w:t>
      </w:r>
      <w:r w:rsidR="007E1EE4" w:rsidRPr="00D31B24">
        <w:rPr>
          <w:rFonts w:ascii="Arial" w:hAnsi="Arial" w:cs="Arial"/>
          <w:b/>
          <w:bCs/>
          <w:sz w:val="20"/>
          <w:szCs w:val="20"/>
        </w:rPr>
        <w:t xml:space="preserve"> janvier 2026</w:t>
      </w:r>
    </w:p>
    <w:p w14:paraId="780F7F07" w14:textId="77777777" w:rsidR="00664759" w:rsidRPr="00760EB8" w:rsidRDefault="00664759">
      <w:pPr>
        <w:rPr>
          <w:rFonts w:ascii="Arial" w:hAnsi="Arial" w:cs="Arial"/>
          <w:sz w:val="22"/>
          <w:szCs w:val="22"/>
        </w:rPr>
      </w:pPr>
    </w:p>
    <w:p w14:paraId="0589258F" w14:textId="4D1B1297" w:rsidR="00664759" w:rsidRDefault="00664759">
      <w:pPr>
        <w:rPr>
          <w:rFonts w:ascii="Arial" w:hAnsi="Arial" w:cs="Arial"/>
          <w:sz w:val="22"/>
          <w:szCs w:val="22"/>
        </w:rPr>
      </w:pPr>
    </w:p>
    <w:p w14:paraId="22A4F736" w14:textId="2DAC899E" w:rsidR="00760EB8" w:rsidRDefault="00760EB8">
      <w:pPr>
        <w:rPr>
          <w:rFonts w:ascii="Arial" w:hAnsi="Arial" w:cs="Arial"/>
          <w:sz w:val="22"/>
          <w:szCs w:val="22"/>
        </w:rPr>
      </w:pPr>
    </w:p>
    <w:p w14:paraId="1FF9A7EA" w14:textId="77777777" w:rsidR="006868C3" w:rsidRDefault="006868C3">
      <w:pPr>
        <w:rPr>
          <w:rFonts w:ascii="Arial" w:hAnsi="Arial" w:cs="Arial"/>
          <w:sz w:val="22"/>
          <w:szCs w:val="22"/>
        </w:rPr>
      </w:pPr>
    </w:p>
    <w:p w14:paraId="4F283250" w14:textId="77777777" w:rsidR="00760EB8" w:rsidRPr="00235CAB" w:rsidRDefault="00760EB8">
      <w:pPr>
        <w:rPr>
          <w:rFonts w:ascii="Arial" w:hAnsi="Arial" w:cs="Arial"/>
          <w:sz w:val="22"/>
          <w:szCs w:val="22"/>
        </w:rPr>
      </w:pPr>
    </w:p>
    <w:p w14:paraId="797295B8"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BE6AB94" w14:textId="77777777" w:rsidR="00664759" w:rsidRDefault="00664759">
      <w:pPr>
        <w:tabs>
          <w:tab w:val="left" w:pos="3119"/>
          <w:tab w:val="right" w:leader="underscore" w:pos="9072"/>
        </w:tabs>
        <w:rPr>
          <w:rFonts w:ascii="Arial" w:hAnsi="Arial" w:cs="Arial"/>
          <w:sz w:val="22"/>
          <w:szCs w:val="22"/>
        </w:rPr>
      </w:pPr>
    </w:p>
    <w:p w14:paraId="1B5130CC" w14:textId="77777777" w:rsidR="00664759" w:rsidRDefault="00664759">
      <w:pPr>
        <w:tabs>
          <w:tab w:val="left" w:pos="3119"/>
          <w:tab w:val="right" w:leader="underscore" w:pos="9072"/>
        </w:tabs>
        <w:rPr>
          <w:rFonts w:ascii="Arial" w:hAnsi="Arial" w:cs="Arial"/>
          <w:sz w:val="22"/>
          <w:szCs w:val="22"/>
        </w:rPr>
      </w:pPr>
    </w:p>
    <w:p w14:paraId="14C9C865"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1C198CB5" w14:textId="77777777" w:rsidR="00664759" w:rsidRDefault="00664759">
      <w:pPr>
        <w:tabs>
          <w:tab w:val="left" w:pos="3119"/>
          <w:tab w:val="right" w:leader="underscore" w:pos="9072"/>
        </w:tabs>
        <w:rPr>
          <w:rFonts w:ascii="Arial" w:hAnsi="Arial" w:cs="Arial"/>
          <w:b/>
          <w:sz w:val="22"/>
          <w:szCs w:val="22"/>
        </w:rPr>
      </w:pPr>
      <w:r>
        <w:rPr>
          <w:rFonts w:ascii="Arial" w:hAnsi="Arial" w:cs="Arial"/>
          <w:b/>
          <w:sz w:val="22"/>
          <w:szCs w:val="22"/>
        </w:rPr>
        <w:t>de l’entreprise</w:t>
      </w:r>
    </w:p>
    <w:p w14:paraId="1B37B035" w14:textId="77777777" w:rsidR="00664759" w:rsidRDefault="00664759">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426F9A6D" w14:textId="77777777" w:rsidR="00664759" w:rsidRDefault="00664759">
      <w:pPr>
        <w:tabs>
          <w:tab w:val="left" w:pos="3119"/>
          <w:tab w:val="right" w:leader="underscore" w:pos="9072"/>
        </w:tabs>
        <w:rPr>
          <w:rFonts w:ascii="Arial" w:hAnsi="Arial" w:cs="Arial"/>
          <w:sz w:val="22"/>
          <w:szCs w:val="22"/>
        </w:rPr>
      </w:pPr>
    </w:p>
    <w:p w14:paraId="4E8411C7" w14:textId="77777777" w:rsidR="00664759" w:rsidRDefault="00664759">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3BAAD264" w14:textId="77777777" w:rsidR="00664759" w:rsidRDefault="00664759">
      <w:pPr>
        <w:tabs>
          <w:tab w:val="right" w:leader="underscore" w:pos="9072"/>
        </w:tabs>
        <w:rPr>
          <w:rFonts w:ascii="Arial" w:hAnsi="Arial" w:cs="Arial"/>
          <w:sz w:val="22"/>
          <w:szCs w:val="22"/>
        </w:rPr>
      </w:pPr>
    </w:p>
    <w:p w14:paraId="23560AAA" w14:textId="77777777" w:rsidR="00664759" w:rsidRDefault="00664759">
      <w:pPr>
        <w:tabs>
          <w:tab w:val="right" w:leader="underscore" w:pos="9072"/>
        </w:tabs>
        <w:rPr>
          <w:rFonts w:ascii="Arial" w:hAnsi="Arial" w:cs="Arial"/>
          <w:sz w:val="22"/>
          <w:szCs w:val="22"/>
        </w:rPr>
      </w:pPr>
    </w:p>
    <w:p w14:paraId="36E3E869" w14:textId="77777777" w:rsidR="00664759" w:rsidRDefault="00664759">
      <w:pPr>
        <w:tabs>
          <w:tab w:val="right" w:leader="underscore" w:pos="9072"/>
        </w:tabs>
        <w:rPr>
          <w:rFonts w:ascii="Arial" w:hAnsi="Arial" w:cs="Arial"/>
          <w:sz w:val="22"/>
          <w:szCs w:val="22"/>
        </w:rPr>
      </w:pPr>
    </w:p>
    <w:p w14:paraId="6057D703" w14:textId="77777777" w:rsidR="00664759" w:rsidRDefault="00664759">
      <w:pPr>
        <w:tabs>
          <w:tab w:val="right" w:leader="underscore" w:pos="9072"/>
        </w:tabs>
        <w:rPr>
          <w:rFonts w:ascii="Arial" w:hAnsi="Arial" w:cs="Arial"/>
          <w:sz w:val="22"/>
          <w:szCs w:val="22"/>
        </w:rPr>
      </w:pPr>
    </w:p>
    <w:p w14:paraId="55246BE7" w14:textId="3C2EC723" w:rsidR="00664759" w:rsidRPr="00A50250" w:rsidRDefault="00A50250" w:rsidP="00A50250">
      <w:pPr>
        <w:numPr>
          <w:ilvl w:val="0"/>
          <w:numId w:val="1"/>
        </w:numPr>
        <w:tabs>
          <w:tab w:val="right" w:leader="underscore" w:pos="9072"/>
        </w:tabs>
        <w:spacing w:line="260" w:lineRule="exact"/>
        <w:ind w:right="-427"/>
        <w:rPr>
          <w:rFonts w:ascii="Arial" w:hAnsi="Arial" w:cs="Arial"/>
          <w:sz w:val="22"/>
          <w:szCs w:val="22"/>
        </w:rPr>
      </w:pPr>
      <w:proofErr w:type="gramStart"/>
      <w:r w:rsidRPr="00A50250">
        <w:rPr>
          <w:rFonts w:ascii="Arial" w:hAnsi="Arial" w:cs="Arial"/>
          <w:sz w:val="22"/>
          <w:szCs w:val="22"/>
        </w:rPr>
        <w:t>atteste</w:t>
      </w:r>
      <w:proofErr w:type="gramEnd"/>
      <w:r w:rsidRPr="00A50250">
        <w:rPr>
          <w:rFonts w:ascii="Arial" w:hAnsi="Arial" w:cs="Arial"/>
          <w:sz w:val="22"/>
          <w:szCs w:val="22"/>
        </w:rPr>
        <w:t xml:space="preserve"> ne pas avoir la qualification de Membre Titulaire de la Chambre de Commerce et d’Industrie de Région Grand Est et/ou de la Chambre des Métiers et de l’Artisanat de Région Grand Est</w:t>
      </w:r>
    </w:p>
    <w:p w14:paraId="2B0828B2" w14:textId="77777777" w:rsidR="00A50250" w:rsidRDefault="00A50250">
      <w:pPr>
        <w:numPr>
          <w:ilvl w:val="12"/>
          <w:numId w:val="0"/>
        </w:numPr>
        <w:tabs>
          <w:tab w:val="right" w:leader="underscore" w:pos="9072"/>
        </w:tabs>
        <w:spacing w:line="260" w:lineRule="exact"/>
        <w:ind w:left="227" w:hanging="227"/>
        <w:jc w:val="both"/>
        <w:rPr>
          <w:rFonts w:ascii="Arial" w:hAnsi="Arial" w:cs="Arial"/>
          <w:sz w:val="22"/>
          <w:szCs w:val="22"/>
        </w:rPr>
      </w:pPr>
    </w:p>
    <w:p w14:paraId="714C4EA9"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1772B01E"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25DB3928"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déclare respecter cette obligation tant par moi-même que par mes préposés et les entreprises dans lesquelles je détiens, directement ou indirectement, des participations.</w:t>
      </w:r>
    </w:p>
    <w:p w14:paraId="662C673B" w14:textId="77777777" w:rsidR="00664759" w:rsidRDefault="00664759">
      <w:pPr>
        <w:tabs>
          <w:tab w:val="right" w:leader="underscore" w:pos="9072"/>
        </w:tabs>
        <w:rPr>
          <w:rFonts w:ascii="Arial" w:hAnsi="Arial" w:cs="Arial"/>
          <w:sz w:val="22"/>
          <w:szCs w:val="22"/>
        </w:rPr>
      </w:pPr>
    </w:p>
    <w:p w14:paraId="060F251F" w14:textId="77777777" w:rsidR="00664759" w:rsidRDefault="00664759">
      <w:pPr>
        <w:tabs>
          <w:tab w:val="right" w:leader="underscore" w:pos="9072"/>
        </w:tabs>
        <w:rPr>
          <w:rFonts w:ascii="Arial" w:hAnsi="Arial" w:cs="Arial"/>
          <w:sz w:val="22"/>
          <w:szCs w:val="22"/>
        </w:rPr>
      </w:pPr>
    </w:p>
    <w:p w14:paraId="0E0FBF40" w14:textId="77777777" w:rsidR="00664759" w:rsidRDefault="00664759">
      <w:pPr>
        <w:tabs>
          <w:tab w:val="right" w:leader="underscore" w:pos="9072"/>
        </w:tabs>
        <w:rPr>
          <w:rFonts w:ascii="Arial" w:hAnsi="Arial" w:cs="Arial"/>
          <w:sz w:val="22"/>
          <w:szCs w:val="22"/>
        </w:rPr>
      </w:pPr>
    </w:p>
    <w:p w14:paraId="0D28BB71" w14:textId="0DCEC9DA"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Fait à</w:t>
      </w:r>
      <w:r>
        <w:rPr>
          <w:rFonts w:ascii="Arial" w:hAnsi="Arial" w:cs="Arial"/>
          <w:sz w:val="22"/>
          <w:szCs w:val="22"/>
        </w:rPr>
        <w:tab/>
      </w:r>
    </w:p>
    <w:p w14:paraId="6EAB9293" w14:textId="77777777" w:rsidR="00664759" w:rsidRDefault="00664759" w:rsidP="00B46EF8">
      <w:pPr>
        <w:tabs>
          <w:tab w:val="left" w:pos="5245"/>
          <w:tab w:val="right" w:leader="underscore" w:pos="9072"/>
        </w:tabs>
        <w:ind w:left="3261"/>
        <w:rPr>
          <w:rFonts w:ascii="Arial" w:hAnsi="Arial" w:cs="Arial"/>
          <w:sz w:val="22"/>
          <w:szCs w:val="22"/>
        </w:rPr>
      </w:pPr>
    </w:p>
    <w:p w14:paraId="4722F7E7" w14:textId="51225C41"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Le</w:t>
      </w:r>
      <w:r>
        <w:rPr>
          <w:rFonts w:ascii="Arial" w:hAnsi="Arial" w:cs="Arial"/>
          <w:sz w:val="22"/>
          <w:szCs w:val="22"/>
        </w:rPr>
        <w:tab/>
      </w:r>
    </w:p>
    <w:p w14:paraId="7DA9EE12" w14:textId="77777777" w:rsidR="00664759" w:rsidRDefault="00664759" w:rsidP="00B46EF8">
      <w:pPr>
        <w:tabs>
          <w:tab w:val="left" w:pos="5245"/>
          <w:tab w:val="right" w:leader="underscore" w:pos="9072"/>
        </w:tabs>
        <w:ind w:left="3261"/>
        <w:rPr>
          <w:rFonts w:ascii="Arial" w:hAnsi="Arial" w:cs="Arial"/>
          <w:sz w:val="22"/>
          <w:szCs w:val="22"/>
        </w:rPr>
      </w:pPr>
    </w:p>
    <w:p w14:paraId="7B1F3613" w14:textId="77777777" w:rsidR="00664759" w:rsidRDefault="00664759" w:rsidP="00B46EF8">
      <w:pPr>
        <w:tabs>
          <w:tab w:val="left" w:pos="5245"/>
          <w:tab w:val="right" w:leader="underscore" w:pos="9072"/>
        </w:tabs>
        <w:ind w:left="3261"/>
        <w:rPr>
          <w:rFonts w:ascii="Arial" w:hAnsi="Arial" w:cs="Arial"/>
          <w:sz w:val="22"/>
          <w:szCs w:val="22"/>
        </w:rPr>
      </w:pPr>
    </w:p>
    <w:p w14:paraId="776A7BBF" w14:textId="2E39FBF6"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Signature et cachet de l’entreprise</w:t>
      </w:r>
    </w:p>
    <w:p w14:paraId="768E17D5" w14:textId="77777777" w:rsidR="00B46EF8" w:rsidRDefault="00B46EF8" w:rsidP="00B46EF8">
      <w:pPr>
        <w:pStyle w:val="En-tte"/>
        <w:tabs>
          <w:tab w:val="clear" w:pos="4536"/>
          <w:tab w:val="clear" w:pos="9072"/>
        </w:tabs>
        <w:ind w:left="3261"/>
        <w:rPr>
          <w:sz w:val="22"/>
          <w:szCs w:val="22"/>
        </w:rPr>
      </w:pPr>
    </w:p>
    <w:sectPr w:rsidR="00B46EF8" w:rsidSect="005C58FD">
      <w:pgSz w:w="11906" w:h="16838"/>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08D0E" w14:textId="77777777" w:rsidR="00C060B0" w:rsidRDefault="00C060B0">
      <w:r>
        <w:separator/>
      </w:r>
    </w:p>
  </w:endnote>
  <w:endnote w:type="continuationSeparator" w:id="0">
    <w:p w14:paraId="5AB9405A" w14:textId="77777777" w:rsidR="00C060B0" w:rsidRDefault="00C060B0">
      <w:r>
        <w:continuationSeparator/>
      </w:r>
    </w:p>
  </w:endnote>
  <w:endnote w:type="continuationNotice" w:id="1">
    <w:p w14:paraId="1D40AAE6" w14:textId="77777777" w:rsidR="00C060B0" w:rsidRDefault="00C060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E11D6" w14:textId="77777777" w:rsidR="00C060B0" w:rsidRDefault="00C060B0">
      <w:r>
        <w:separator/>
      </w:r>
    </w:p>
  </w:footnote>
  <w:footnote w:type="continuationSeparator" w:id="0">
    <w:p w14:paraId="20789D6E" w14:textId="77777777" w:rsidR="00C060B0" w:rsidRDefault="00C060B0">
      <w:r>
        <w:continuationSeparator/>
      </w:r>
    </w:p>
  </w:footnote>
  <w:footnote w:type="continuationNotice" w:id="1">
    <w:p w14:paraId="7C21FABF" w14:textId="77777777" w:rsidR="00C060B0" w:rsidRDefault="00C060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4447675">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835920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21343"/>
    <w:rsid w:val="000223C0"/>
    <w:rsid w:val="0004751A"/>
    <w:rsid w:val="00060A88"/>
    <w:rsid w:val="00094A31"/>
    <w:rsid w:val="000E05D8"/>
    <w:rsid w:val="0013240F"/>
    <w:rsid w:val="00141538"/>
    <w:rsid w:val="00156B56"/>
    <w:rsid w:val="00167B48"/>
    <w:rsid w:val="001820DE"/>
    <w:rsid w:val="00196467"/>
    <w:rsid w:val="001D6537"/>
    <w:rsid w:val="00227536"/>
    <w:rsid w:val="00235CAB"/>
    <w:rsid w:val="0027198C"/>
    <w:rsid w:val="002E53E4"/>
    <w:rsid w:val="003056E7"/>
    <w:rsid w:val="003067A6"/>
    <w:rsid w:val="003801A4"/>
    <w:rsid w:val="003B67EB"/>
    <w:rsid w:val="003E23E6"/>
    <w:rsid w:val="004415D4"/>
    <w:rsid w:val="0046407C"/>
    <w:rsid w:val="00483EF6"/>
    <w:rsid w:val="004C1B37"/>
    <w:rsid w:val="004F6A0E"/>
    <w:rsid w:val="00510818"/>
    <w:rsid w:val="005C58FD"/>
    <w:rsid w:val="00633493"/>
    <w:rsid w:val="00664759"/>
    <w:rsid w:val="006705EF"/>
    <w:rsid w:val="00671206"/>
    <w:rsid w:val="006868C3"/>
    <w:rsid w:val="00704499"/>
    <w:rsid w:val="00734945"/>
    <w:rsid w:val="00754C80"/>
    <w:rsid w:val="00760EB8"/>
    <w:rsid w:val="00775336"/>
    <w:rsid w:val="007844C9"/>
    <w:rsid w:val="007E1EE4"/>
    <w:rsid w:val="00807870"/>
    <w:rsid w:val="0081065B"/>
    <w:rsid w:val="008315FE"/>
    <w:rsid w:val="00842684"/>
    <w:rsid w:val="009115AC"/>
    <w:rsid w:val="0091541F"/>
    <w:rsid w:val="00995292"/>
    <w:rsid w:val="009B44EE"/>
    <w:rsid w:val="009D3883"/>
    <w:rsid w:val="009E7A0D"/>
    <w:rsid w:val="00A00FBA"/>
    <w:rsid w:val="00A213A7"/>
    <w:rsid w:val="00A50250"/>
    <w:rsid w:val="00A65829"/>
    <w:rsid w:val="00B40F10"/>
    <w:rsid w:val="00B46EF8"/>
    <w:rsid w:val="00BB4799"/>
    <w:rsid w:val="00C060B0"/>
    <w:rsid w:val="00C31A79"/>
    <w:rsid w:val="00C56593"/>
    <w:rsid w:val="00CA349E"/>
    <w:rsid w:val="00D10830"/>
    <w:rsid w:val="00D31B24"/>
    <w:rsid w:val="00D51A45"/>
    <w:rsid w:val="00D84E99"/>
    <w:rsid w:val="00D93B6B"/>
    <w:rsid w:val="00DB1CAB"/>
    <w:rsid w:val="00DC6C68"/>
    <w:rsid w:val="00DD208B"/>
    <w:rsid w:val="00DD24ED"/>
    <w:rsid w:val="00E00F5A"/>
    <w:rsid w:val="00E344C2"/>
    <w:rsid w:val="00E56EB6"/>
    <w:rsid w:val="00E719E2"/>
    <w:rsid w:val="00EA0AED"/>
    <w:rsid w:val="00F21C6A"/>
    <w:rsid w:val="00FA17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381E8"/>
  <w15:chartTrackingRefBased/>
  <w15:docId w15:val="{9B02B279-8D2D-45AB-940D-2A57C860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paragraph" w:styleId="Titre7">
    <w:name w:val="heading 7"/>
    <w:basedOn w:val="Normal"/>
    <w:next w:val="Normal"/>
    <w:link w:val="Titre7Car"/>
    <w:qFormat/>
    <w:rsid w:val="009D3883"/>
    <w:pPr>
      <w:keepNext/>
      <w:jc w:val="center"/>
      <w:outlineLvl w:val="6"/>
    </w:pPr>
    <w:rPr>
      <w:rFonts w:ascii="Arial" w:hAnsi="Arial" w:cs="Arial"/>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Titre7Car">
    <w:name w:val="Titre 7 Car"/>
    <w:link w:val="Titre7"/>
    <w:rsid w:val="009D3883"/>
    <w:rPr>
      <w:rFonts w:ascii="Arial" w:hAnsi="Arial" w:cs="Arial"/>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CC850F459BBA4598EA581763C54E87" ma:contentTypeVersion="3" ma:contentTypeDescription="Crée un document." ma:contentTypeScope="" ma:versionID="217a3ecf9f8a167c4d434f65407521ab">
  <xsd:schema xmlns:xsd="http://www.w3.org/2001/XMLSchema" xmlns:xs="http://www.w3.org/2001/XMLSchema" xmlns:p="http://schemas.microsoft.com/office/2006/metadata/properties" xmlns:ns2="f07cfd3e-2b43-40c8-8aae-1d4b76bc3d59" targetNamespace="http://schemas.microsoft.com/office/2006/metadata/properties" ma:root="true" ma:fieldsID="56f584f28012b641b54f8cb3842680fe" ns2:_="">
    <xsd:import namespace="f07cfd3e-2b43-40c8-8aae-1d4b76bc3d5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cfd3e-2b43-40c8-8aae-1d4b76bc3d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1FD9FA-A366-4106-B6F0-97970B59B04A}">
  <ds:schemaRefs>
    <ds:schemaRef ds:uri="http://schemas.microsoft.com/sharepoint/v3/contenttype/forms"/>
  </ds:schemaRefs>
</ds:datastoreItem>
</file>

<file path=customXml/itemProps2.xml><?xml version="1.0" encoding="utf-8"?>
<ds:datastoreItem xmlns:ds="http://schemas.openxmlformats.org/officeDocument/2006/customXml" ds:itemID="{23185C66-F9E7-4E6A-BC57-54F161066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cfd3e-2b43-40c8-8aae-1d4b76bc3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B4E1BC-D870-4D96-B70A-67309AEBA435}">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29</TotalTime>
  <Pages>1</Pages>
  <Words>208</Words>
  <Characters>1203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chappuis laurent</dc:creator>
  <cp:keywords/>
  <cp:lastModifiedBy>FOURNIER Cindy</cp:lastModifiedBy>
  <cp:revision>18</cp:revision>
  <cp:lastPrinted>2007-02-28T09:15:00Z</cp:lastPrinted>
  <dcterms:created xsi:type="dcterms:W3CDTF">2026-01-07T11:10:00Z</dcterms:created>
  <dcterms:modified xsi:type="dcterms:W3CDTF">2026-01-27T14:34:00Z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0x010100A4CC850F459BBA4598EA581763C54E87</vt:lpwstr>
  </property>
  <property fmtid="{D5CDD505-2E9C-101B-9397-08002B2CF9AE}" pid="3" name="MediaServiceImageTags">
    <vt:lpwstr/>
  </property>
</Properties>
</file>